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4F31" w14:textId="77777777" w:rsidR="00B851FA" w:rsidRPr="00B851FA" w:rsidRDefault="00B851FA" w:rsidP="00B851F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851F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SARS-CoV-2/human/USA/OR-CDC-LC0590554/2022, complete genome</w:t>
      </w:r>
    </w:p>
    <w:p w14:paraId="568ED8CD" w14:textId="77777777" w:rsidR="00B851FA" w:rsidRPr="00B851FA" w:rsidRDefault="00B851FA" w:rsidP="00B851F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t>GenBank: ON414693.1</w:t>
      </w:r>
    </w:p>
    <w:p w14:paraId="41200DAF" w14:textId="77777777" w:rsidR="00B851FA" w:rsidRPr="00B851FA" w:rsidRDefault="00B851FA" w:rsidP="00B851F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"https://www.ncbi.nlm.nih.gov/nuccore/ON414693.1?report=fasta" </w:instrText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851F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"https://www.ncbi.nlm.nih.gov/nuccore/ON414693.1?report=graph" </w:instrText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851F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14693.1"/>
    <w:bookmarkEnd w:id="1"/>
    <w:p w14:paraId="05B9CAEB" w14:textId="77777777" w:rsidR="00B851FA" w:rsidRPr="00B851FA" w:rsidRDefault="00B851FA" w:rsidP="00B851F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"https://www.ncbi.nlm.nih.gov/nuccore/ON414693.1" \l "goto2234403815_0" </w:instrText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851F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851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3AA52C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LOCUS       ON414693               29727 bp    RNA     linear   VRL 05-MAY-2022</w:t>
      </w:r>
    </w:p>
    <w:p w14:paraId="7836084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BE8C59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SARS-CoV-2/human/USA/OR-CDC-LC0590554/2022, complete genome.</w:t>
      </w:r>
    </w:p>
    <w:p w14:paraId="3BF203D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ACCESSION   ON414693</w:t>
      </w:r>
    </w:p>
    <w:p w14:paraId="4E8AD10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VERSION     ON414693.1</w:t>
      </w:r>
    </w:p>
    <w:p w14:paraId="3E811B8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0925A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"https://www.ncbi.nlm.nih.gov/biosample/SAMN28096257"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SAMN28096257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F5CF2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0181B0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7D0AC1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B65AC3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68CA1F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C2EF88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100D41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29727)</w:t>
      </w:r>
    </w:p>
    <w:p w14:paraId="77D5652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0973BA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4D73FA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0B2551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477489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5F29B98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EBE571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720D7C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2033B9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1112C0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AD3CAA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A128A5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452EB0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C0F2BD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D115E5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E5E541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CD515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29727)</w:t>
      </w:r>
    </w:p>
    <w:p w14:paraId="16B780E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18D809A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2F67A2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4B8C5A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F83FE0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5B4076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68D36F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2816F5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A98B0B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EBF8BE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5681FA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69201C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A5A580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6EEE0C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530FD0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36859E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(05-MAY-2022) Respiratory Viruses Branch, Division of</w:t>
      </w:r>
    </w:p>
    <w:p w14:paraId="254EA52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5228AA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92E1F6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14693.1"/>
      <w:bookmarkEnd w:id="2"/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97894F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1F828B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83FC66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1AB654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14693.1"/>
      <w:bookmarkEnd w:id="3"/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758A13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1..29727</w:t>
      </w:r>
    </w:p>
    <w:p w14:paraId="0E2EA29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E1F536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2CEFE7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A040A1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/isolate="SARS-CoV-2/human/USA/OR-CDC-LC0590554/2022"</w:t>
      </w:r>
    </w:p>
    <w:p w14:paraId="68041AC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0842FE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A2E115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5D57A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Oregon"</w:t>
      </w:r>
    </w:p>
    <w:p w14:paraId="0BF8ADC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/collection_date="2022-04-22"</w:t>
      </w:r>
    </w:p>
    <w:p w14:paraId="5E2FC51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"https://www.ncbi.nlm.nih.gov/nuccore/ON414693.1?from=227&amp;to=21507"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227..21507</w:t>
      </w:r>
    </w:p>
    <w:p w14:paraId="69AA0C9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16D3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"https://www.ncbi.nlm.nih.gov/nuccore/ON414693.1?location=227:13420,13420:21507"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join(227..13420,13420..21507)</w:t>
      </w:r>
    </w:p>
    <w:p w14:paraId="20B6F26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7F229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95E5F9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85AC7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736738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"https://www.ncbi.nlm.nih.gov/protein/2234403816"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UPW66786.1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FAC62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590A44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38FB170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3AF3C3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4A5C73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6D7B25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BE2748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99D113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9AB6C3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062403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4470C9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4BC0CE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D47A4E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08EFBF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65848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99A1FA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8BD707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6901F1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20535A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E83D6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48799C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123B54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1EDFE9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24BED1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5D3AB8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4693E6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48BCAC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1EE706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35B304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C570BB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269977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7E39EB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24CDC6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B11B7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A76695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BB4C7D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16244C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1F5C52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C989BB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599B62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4EEFDA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F8665B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1F9A44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11F2BF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23E6F1E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DDB342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D6DF1C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DE1943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20101C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BAD7D9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9B8DFD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46FA22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9AC9FB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E77F86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B80BDB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4F9ECF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304AC6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555C74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6C9BD1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466EE5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BD2968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8E4F2B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23F0E4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813601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A59D88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3D37C4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354224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DB3361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F2ECA5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115A8C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6F98CA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E96984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25C7D9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14ABA4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AD85CD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96F001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2637DF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DE395F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EFCF18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8CAE63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AEEB6D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2E8BD9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5BEADF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F23A6B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5C03CE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AED7C8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FAYTKRNVIPTITQMNLKYAISAKNRARTVAGVSICSTMTNRQFHQKLLKSIAATRGA</w:t>
      </w:r>
    </w:p>
    <w:p w14:paraId="03D0192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160835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E9A981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BC95FC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76C42B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F473B4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AB99E0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DF07C3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DD90AC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A7EC60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C812AE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256D64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86721D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78AB40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F28AEA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6C2300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2B8C50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56B3A2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DA345E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BBEB22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DC52AD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009DF3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5C5EC2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50212A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B9165E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40008A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05869B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ADCB87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09EB54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39C740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41BFC3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0A7DBB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2A4E07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A44C93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BE735F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00E246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997CEB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FE17AD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"https://www.ncbi.nlm.nih.gov/protein/UPW66786.1?from=1&amp;to=180"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7832BE2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5F0E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7E6B46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"https://www.ncbi.nlm.nih.gov/protein/UPW66786.1?from=181&amp;to=818"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48A3333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7F0015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D6F7FC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"https://www.ncbi.nlm.nih.gov/protein/UPW66786.1?from=819&amp;to=2763"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0986D39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6FDB7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244148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"https://www.ncbi.nlm.nih.gov/protein/UPW66786.1?from=2764&amp;to=3263"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28D3D81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15661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9FA264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"https://www.ncbi.nlm.nih.gov/protein/UPW66786.1?from=3264&amp;to=3569"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3C9AFB7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DA1E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28F20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"https://www.ncbi.nlm.nih.gov/protein/UPW66786.1?from=3570&amp;to=3856"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7DDB0CC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870F2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5C4C2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"https://www.ncbi.nlm.nih.gov/protein/UPW66786.1?from=3857&amp;to=3939"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36E2C5A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C605D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BDBD9D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"https://www.ncbi.nlm.nih.gov/protein/UPW66786.1?from=3940&amp;to=4137"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2C40A57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18549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73067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"https://www.ncbi.nlm.nih.gov/protein/UPW66786.1?from=4138&amp;to=4250"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56CAFD1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5CEFC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C670ED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"https://www.ncbi.nlm.nih.gov/protein/UPW66786.1?from=4251&amp;to=4389"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58B02EE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36E7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0B1A75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"https://www.ncbi.nlm.nih.gov/protein/UPW66786.1?from=4390&amp;to=5321"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join(13394..13420,13420..16188)</w:t>
      </w:r>
    </w:p>
    <w:p w14:paraId="6A6CB16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DEBAA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9AC34C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"https://www.ncbi.nlm.nih.gov/protein/UPW66786.1?from=5322&amp;to=5922"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16189..17991</w:t>
      </w:r>
    </w:p>
    <w:p w14:paraId="2E72478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FFD6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91A65E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"https://www.ncbi.nlm.nih.gov/protein/UPW66786.1?from=5923&amp;to=6449"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17992..19572</w:t>
      </w:r>
    </w:p>
    <w:p w14:paraId="64C48CB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56FFA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B99915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"https://www.ncbi.nlm.nih.gov/protein/UPW66786.1?from=6450&amp;to=6795"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19573..20610</w:t>
      </w:r>
    </w:p>
    <w:p w14:paraId="6D6985E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41E95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FA0CDD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"https://www.ncbi.nlm.nih.gov/protein/UPW66786.1?from=6796&amp;to=7093"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20611..21504</w:t>
      </w:r>
    </w:p>
    <w:p w14:paraId="0706D11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90E4A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09FDCF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"https://www.ncbi.nlm.nih.gov/nuccore/ON414693.1?from=227&amp;to=13435"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227..13435</w:t>
      </w:r>
    </w:p>
    <w:p w14:paraId="3FEBC4F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2F0399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DDDAA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E1A041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"https://www.ncbi.nlm.nih.gov/protein/2234403817"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UPW66787.1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1CEFB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25A3E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B0F013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9AE31F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AC0616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165392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34E88D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6E5CEF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940DE0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8926A4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404781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A80EB9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ED9FD4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BD58FD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AFAF94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93AD78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16B976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79D500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914A43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7ECB33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EA4FC2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A6A71E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A1AAC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5215CA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BED1E2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2AABF1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B72D2E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F114B5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5854D7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FA5CF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0CC941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35A30F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614475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00F05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611853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2F49C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2DE16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92D40A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8151EE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KASMPTTIAKNTVKSVGKFCLEASFNYLKSPNFSKLINIIIWFLLLSVCLGSLIYSTA</w:t>
      </w:r>
    </w:p>
    <w:p w14:paraId="4D4F698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A8FF8D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04A550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EACD06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6C2BCC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7D0241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705300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D0FE2F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584067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4F7BA5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EB4C2F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7A9823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CF60A3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5F2D8B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06FC9C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B9BC79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2446A2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5A86D5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978B93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767504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180461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10E532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D97B9E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0C2EE7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143989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940FDD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D57907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34DF58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0D217A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6E193F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6F65D1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45D5C6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CAF6FD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161F4A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5F28B7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4DC6EC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792A46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FB9002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7475C4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"https://www.ncbi.nlm.nih.gov/protein/UPW66787.1?from=1&amp;to=180"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77AC5C6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2776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8B47B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"https://www.ncbi.nlm.nih.gov/protein/UPW66787.1?from=181&amp;to=818"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604B122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03E70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C33D0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"https://www.ncbi.nlm.nih.gov/protein/UPW66787.1?from=819&amp;to=2763"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200A146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BEB1B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B415E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"https://www.ncbi.nlm.nih.gov/protein/UPW66787.1?from=2764&amp;to=3263"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32B89AF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1D554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5DB8C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"https://www.ncbi.nlm.nih.gov/protein/UPW66787.1?from=3264&amp;to=3569"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4D86431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8CE4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9E5C7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"https://www.ncbi.nlm.nih.gov/protein/UPW66787.1?from=3570&amp;to=3856"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424E704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35A02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24E65B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"https://www.ncbi.nlm.nih.gov/protein/UPW66787.1?from=3857&amp;to=3939"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74A0097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930F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1F7654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"https://www.ncbi.nlm.nih.gov/protein/UPW66787.1?from=3940&amp;to=4137"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2AF5BC9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51F97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DB9AE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"https://www.ncbi.nlm.nih.gov/protein/UPW66787.1?from=4138&amp;to=4250"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2AD1650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1CCB3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1AC5CA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"https://www.ncbi.nlm.nih.gov/protein/UPW66787.1?from=4251&amp;to=4389"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7C6C9AC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7A07F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D90D34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"https://www.ncbi.nlm.nih.gov/protein/UPW66787.1?from=4390&amp;to=4402"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13394..13432</w:t>
      </w:r>
    </w:p>
    <w:p w14:paraId="3805C2A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0855C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ACEC0F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"https://www.ncbi.nlm.nih.gov/nuccore/ON414693.1?from=13428&amp;to=13455"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13428..13455</w:t>
      </w:r>
    </w:p>
    <w:p w14:paraId="18CD237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54E9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34B49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B011ED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"https://www.ncbi.nlm.nih.gov/nuccore/ON414693.1?from=13440&amp;to=13494"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13440..13494</w:t>
      </w:r>
    </w:p>
    <w:p w14:paraId="1508B5A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CE30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70ED2A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EB3DFE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"https://www.ncbi.nlm.nih.gov/nuccore/ON414693.1?from=21515&amp;to=25327"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21515..25327</w:t>
      </w:r>
    </w:p>
    <w:p w14:paraId="25A08FC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BB8CBB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"https://www.ncbi.nlm.nih.gov/nuccore/ON414693.1?from=21515&amp;to=25327"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21515..25327</w:t>
      </w:r>
    </w:p>
    <w:p w14:paraId="1B6C001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4BB58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87F4FE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729780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"https://www.ncbi.nlm.nih.gov/protein/2234403818"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UPW66788.1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EDC0D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80ACE7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19FA27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427A28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F92772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0F1B46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3A3F90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495D1F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2A5E38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RLFRKSNLKPFERDISTEIYQAGNKPCNGVAGFNCYFPLQSYGFRPTYGVGHQPYRVV</w:t>
      </w:r>
    </w:p>
    <w:p w14:paraId="61176FB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B26857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FDC18D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9B13FA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FE2C96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A55139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CDD50E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175D84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0F8041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5C306A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5E33C5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98F93D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426EFE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4CE3A1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698A2D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"https://www.ncbi.nlm.nih.gov/nuccore/ON414693.1?from=25336&amp;to=26163"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25336..26163</w:t>
      </w:r>
    </w:p>
    <w:p w14:paraId="18ACA57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254B46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"https://www.ncbi.nlm.nih.gov/nuccore/ON414693.1?from=25336&amp;to=26163"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25336..26163</w:t>
      </w:r>
    </w:p>
    <w:p w14:paraId="7698A12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86B9D6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8152E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356386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"https://www.ncbi.nlm.nih.gov/protein/2234403819"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UPW66789.1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BE315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476B3D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8DEEB0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AEBE2F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66EA27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D5B00A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"https://www.ncbi.nlm.nih.gov/nuccore/ON414693.1?from=26188&amp;to=26415"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26188..26415</w:t>
      </w:r>
    </w:p>
    <w:p w14:paraId="6733D4B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A743B1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"https://www.ncbi.nlm.nih.gov/nuccore/ON414693.1?from=26188&amp;to=26415"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26188..26415</w:t>
      </w:r>
    </w:p>
    <w:p w14:paraId="680C77B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159797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095260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4E131B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"https://www.ncbi.nlm.nih.gov/protein/2234403820"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UPW66790.1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3DECE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8B68AE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DFB74B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"https://www.ncbi.nlm.nih.gov/nuccore/ON414693.1?from=26466&amp;to=27134"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26466..27134</w:t>
      </w:r>
    </w:p>
    <w:p w14:paraId="52BA790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C22A3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"https://www.ncbi.nlm.nih.gov/nuccore/ON414693.1?from=26466&amp;to=27134"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26466..27134</w:t>
      </w:r>
    </w:p>
    <w:p w14:paraId="71DA083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47A4BC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BAA9E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E14BFC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"https://www.ncbi.nlm.nih.gov/protein/2234403821"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UPW66791.1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0D623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57D079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898BCD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6924D0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5A261E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192E2F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"https://www.ncbi.nlm.nih.gov/nuccore/ON414693.1?from=27145&amp;to=27330"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27145..27330</w:t>
      </w:r>
    </w:p>
    <w:p w14:paraId="6B1AD85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FEAE9B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"https://www.ncbi.nlm.nih.gov/nuccore/ON414693.1?from=27145&amp;to=27330"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27145..27330</w:t>
      </w:r>
    </w:p>
    <w:p w14:paraId="7215A0A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C0C19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CEB99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0B358A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"https://www.ncbi.nlm.nih.gov/protein/2234403822"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UPW66792.1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5D0DD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BE968D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467071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"https://www.ncbi.nlm.nih.gov/nuccore/ON414693.1?from=27337&amp;to=27702"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27337..27702</w:t>
      </w:r>
    </w:p>
    <w:p w14:paraId="4F88168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2D45D8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"https://www.ncbi.nlm.nih.gov/nuccore/ON414693.1?from=27337&amp;to=27702"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27337..27702</w:t>
      </w:r>
    </w:p>
    <w:p w14:paraId="1815F2B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0E3AE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F6FF5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FADBE3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"https://www.ncbi.nlm.nih.gov/protein/2234403823"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UPW66793.1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67EEA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93B0A8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90FCE0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E6005D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"https://www.ncbi.nlm.nih.gov/nuccore/ON414693.1?from=27699&amp;to=27830"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27699..27830</w:t>
      </w:r>
    </w:p>
    <w:p w14:paraId="54CBCE8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BF2CA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"https://www.ncbi.nlm.nih.gov/nuccore/ON414693.1?from=27699&amp;to=27830"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27699..27830</w:t>
      </w:r>
    </w:p>
    <w:p w14:paraId="2621803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40FE5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69740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E95A55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"https://www.ncbi.nlm.nih.gov/protein/2234403824"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UPW66794.1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F497D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B7173B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"https://www.ncbi.nlm.nih.gov/nuccore/ON414693.1?from=27837&amp;to=28202"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27837..28202</w:t>
      </w:r>
    </w:p>
    <w:p w14:paraId="4A70E2D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7BAFDC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"https://www.ncbi.nlm.nih.gov/nuccore/ON414693.1?from=27837&amp;to=28202"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27837..28202</w:t>
      </w:r>
    </w:p>
    <w:p w14:paraId="0BA7044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15AEB3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FF2A6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30B51F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"https://www.ncbi.nlm.nih.gov/protein/2234403825"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UPW66795.1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545DA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39A93B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C225DB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D71840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"https://www.ncbi.nlm.nih.gov/nuccore/ON414693.1?from=28217&amp;to=29467"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28217..29467</w:t>
      </w:r>
    </w:p>
    <w:p w14:paraId="56E2DEE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88D2B8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"https://www.ncbi.nlm.nih.gov/nuccore/ON414693.1?from=28217&amp;to=29467"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28217..29467</w:t>
      </w:r>
    </w:p>
    <w:p w14:paraId="3ACB2F4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FE0DBA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5880D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E53C81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"https://www.ncbi.nlm.nih.gov/protein/2234403826"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UPW66796.1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31051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69CDCD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AD0A7E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1C7132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D359F5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D2EE25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AACEDC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729E50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D43DDD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"https://www.ncbi.nlm.nih.gov/nuccore/ON414693.1?from=29492&amp;to=29608"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29492..29608</w:t>
      </w:r>
    </w:p>
    <w:p w14:paraId="4FA23FA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7176A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"https://www.ncbi.nlm.nih.gov/nuccore/ON414693.1?from=29492&amp;to=29608"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29492..29608</w:t>
      </w:r>
    </w:p>
    <w:p w14:paraId="01E20EA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5A088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05B1F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288D41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"https://www.ncbi.nlm.nih.gov/protein/2234403827"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UPW66797.1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3DC9F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B796DA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"https://www.ncbi.nlm.nih.gov/nuccore/ON414693.1?from=29543&amp;to=29578"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29543..29578</w:t>
      </w:r>
    </w:p>
    <w:p w14:paraId="3C71968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A8D5F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424660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"https://www.ncbi.nlm.nih.gov/nuccore/ON414693.1?from=29563&amp;to=29591"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29563..29591</w:t>
      </w:r>
    </w:p>
    <w:p w14:paraId="236AEE8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4DEF5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0E4845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"https://www.ncbi.nlm.nih.gov/nuccore/ON414693.1?from=29662&amp;to=29676" </w:instrTex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851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29662..29676</w:t>
      </w:r>
    </w:p>
    <w:p w14:paraId="19B621B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7B37A1E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04BC90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14693.1"/>
      <w:bookmarkEnd w:id="4"/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cttttgatct cttgtagatc tgttctctaa acgaacttta aaatctgtgt ggctgtcact</w:t>
      </w:r>
    </w:p>
    <w:p w14:paraId="166BF9C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4759C77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5A4521D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292F8B7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20056E8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0B6F04C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3D16C27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2D2F6BA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0F42D63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1221CEC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36079D3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5D26FB6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3B888A7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0035F45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30EA9A8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3336CB0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5817337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0D1F36D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0188070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5A81D24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416E00D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3422D26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36EEB04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7DEC8A9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768DF96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3FA4EA5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34BFA97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37D4C5C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78B3EF5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29F2594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51574C0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1D0DCAC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3529A47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19963C9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339F803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0907890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012024A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492B48C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tgtgctgatt ctatcattat tggtggagct aaacttaaag ccttgaattt</w:t>
      </w:r>
    </w:p>
    <w:p w14:paraId="1C94BF6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117FE36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agaaactggc ctactcatgc ctctaaaagc cccaaaagaa attatcttct tagagggaga</w:t>
      </w:r>
    </w:p>
    <w:p w14:paraId="7243D27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2EEDF63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7A0BBE3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2F8C8E0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3E31AB2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tttttgaact</w:t>
      </w:r>
    </w:p>
    <w:p w14:paraId="127F3C9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gaagtgctct gcctatacag ttgaactcgg</w:t>
      </w:r>
    </w:p>
    <w:p w14:paraId="3643AB9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5D1AB80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65133EF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2E63295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2D362E3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12971F7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4A9ECFE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499AA92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4D5948D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754D297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2C3D8D2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505C1A6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786DE57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2B07FBD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6C552E3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1ADAB5E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5381CC3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35843DA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2D3D600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2699766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6861594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79AA507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15DE632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ggctagtggc actactgaaa tgctagcgaa agctttgaga aaagtgccaa cagacaatta</w:t>
      </w:r>
    </w:p>
    <w:p w14:paraId="0F8F0C1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7DCE986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ctttttacat tctaccatct attatctcta atgagaagca</w:t>
      </w:r>
    </w:p>
    <w:p w14:paraId="79BA8CE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04BC44C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45A7251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3846AFE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0AD82FB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22ABCC7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33D089B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623EFA3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251191D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2E1546C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0149911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gaggactatt aaggtgttta caacagtaga caacattaac ctccacacgc aagttgtgga</w:t>
      </w:r>
    </w:p>
    <w:p w14:paraId="7E510EA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06AC05F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106CDBE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3B3BD46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014F42F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58C8BA4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279EE04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tgaagctgct aacttttgtg cacttatctt agcctactgt aataagacag taggtgagtt</w:t>
      </w:r>
    </w:p>
    <w:p w14:paraId="150EE8B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7802CE6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1EB462E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09427DD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56E2D07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5663340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36CFB42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593E29A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40D1F44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5195B34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770C1A1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2652AA8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4C647E0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4643472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1E0D8BF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08C06D8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5936E79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2A5EE53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atagtttaaa</w:t>
      </w:r>
    </w:p>
    <w:p w14:paraId="158B6D2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aattacagaa gaggttggcc acacagatct aatggctgct tatgtagaca attctagtct</w:t>
      </w:r>
    </w:p>
    <w:p w14:paraId="20E66D2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tactattaag aaacctaatg aattatctag agtattaggt ttgaaaaccc ttgctactca</w:t>
      </w:r>
    </w:p>
    <w:p w14:paraId="42F5FC5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tggtttagct gctgttaata gtgtcccttg ggatactata gctaattatg ctaagccttt</w:t>
      </w:r>
    </w:p>
    <w:p w14:paraId="71DE253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tcttaacaaa gttgttagta caactactaa catagttaca cggtgtttaa accgtgtttg</w:t>
      </w:r>
    </w:p>
    <w:p w14:paraId="72459A3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tactaattat atgccttatt tctttacttt attgctacaa ttgtgtactt ttactagaag</w:t>
      </w:r>
    </w:p>
    <w:p w14:paraId="733B4DC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tacaaattct agaattaaag catctatgcc gactactata gcaaagaata ctgttaagag</w:t>
      </w:r>
    </w:p>
    <w:p w14:paraId="4524DFD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tgtcggtaaa ttttgtctag aggcttcatt taattatttg aagtcaccta atttttctaa</w:t>
      </w:r>
    </w:p>
    <w:p w14:paraId="32ABBBE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actgataaat attataattt ggtttttact attaagtgtt tgcctaggtt ctttaatcta</w:t>
      </w:r>
    </w:p>
    <w:p w14:paraId="0155733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ctcaaccgct gctttaggtg ttttaatgtc taatttaggc atgccttctt actgtactgg</w:t>
      </w:r>
    </w:p>
    <w:p w14:paraId="463242C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ttacagagaa ggctatttga actctactaa tgtcactatt gcaacctact gtactggttc</w:t>
      </w:r>
    </w:p>
    <w:p w14:paraId="1138837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tataccttgt agtgtttgtc ttagtggttt agattcttta gacacctatc cttctttaga</w:t>
      </w:r>
    </w:p>
    <w:p w14:paraId="40175F5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aactatacaa attaccattt catcttttaa atgggattta actgcttttg gcttagttgc</w:t>
      </w:r>
    </w:p>
    <w:p w14:paraId="5BB2606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agagtggttt ttggcatata ttcttttcac taggtttttc tatgtacttg gattggctgc</w:t>
      </w:r>
    </w:p>
    <w:p w14:paraId="652945A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aatcatgcaa ttgtttttca gctattttgc agtacatttt attagtaatt cttggcttat</w:t>
      </w:r>
    </w:p>
    <w:p w14:paraId="7B6209A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gtggttaata attaatcttg tacaaatggc cccgatttca gctatggtta gaatgtacat</w:t>
      </w:r>
    </w:p>
    <w:p w14:paraId="7B18704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cttctttgca tcattttatt atgtatggaa aagttatgtg catgttgtag acggttgtaa</w:t>
      </w:r>
    </w:p>
    <w:p w14:paraId="739756B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ttcatcaact tgtatgatgt gttacaaacg taatagagca acaagagtcg aatgtacaac</w:t>
      </w:r>
    </w:p>
    <w:p w14:paraId="0FE7648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tattgttaat ggtgttagaa ggtcctttta tgtctatgct aatggaggta aaggcttttg</w:t>
      </w:r>
    </w:p>
    <w:p w14:paraId="3B078C9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caaactacac aattggaatt gtgttaattg tgatacattc tgtgctggta gtacatttat</w:t>
      </w:r>
    </w:p>
    <w:p w14:paraId="2BA973F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tagtgatgaa gttgcgagag acttgtcact acagtttaaa agaccaataa atcctactga</w:t>
      </w:r>
    </w:p>
    <w:p w14:paraId="1ED3A9C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ccagtcttct tacatcgttg atagtgttac agtgaagaat ggttccatcc atctttactt</w:t>
      </w:r>
    </w:p>
    <w:p w14:paraId="3924C3E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tgataaagct ggtcaaaaga cttatgaaag acattctctc tctcattttg ttaacttaga</w:t>
      </w:r>
    </w:p>
    <w:p w14:paraId="527B7C5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caacctgaga gctaataaca ctaaaggttc attgcctatt aatgttatag tttttgatgg</w:t>
      </w:r>
    </w:p>
    <w:p w14:paraId="665EA54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taaatcaaaa tgtgaagaat catctgcaaa atcagcgtct gtttactaca gtcagcttat</w:t>
      </w:r>
    </w:p>
    <w:p w14:paraId="57F8203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gtgtcaacct atactgttac tagatcaggc attagtgtct gatgttggtg atagtgcgga</w:t>
      </w:r>
    </w:p>
    <w:p w14:paraId="64F89C0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agttgcagtt aaaatgtttg atgcttacgt taatacgttt tcatcaactt ttaacgtacc</w:t>
      </w:r>
    </w:p>
    <w:p w14:paraId="308654F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aatggaaaaa ctcaaaacac tagttgcaac tgcagaagct gaacttgcaa agaatgtgtc</w:t>
      </w:r>
    </w:p>
    <w:p w14:paraId="2C75755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cttagacaat gtcttatcta cttttatttc agcagctcgg caagggtttg ttgattcaga</w:t>
      </w:r>
    </w:p>
    <w:p w14:paraId="3122A77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tgtagaaact aaagatgttg ttgaatgtct taaattgtca catcaatctg acatagaagt</w:t>
      </w:r>
    </w:p>
    <w:p w14:paraId="197FC14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tactggcgat agttgtaata actatatgct cacctataac aaagttgaaa acatgacacc</w:t>
      </w:r>
    </w:p>
    <w:p w14:paraId="5525642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ccgtgacctt ggtgcttgta ttgactgtag tgcgcgtcat attaatgcgc aggtagcaaa</w:t>
      </w:r>
    </w:p>
    <w:p w14:paraId="167F227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aagtcacaac attgctttga tatggaacgt taaagatttc atgtcattgt ctgaacaact</w:t>
      </w:r>
    </w:p>
    <w:p w14:paraId="2659752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acgaaaacaa atacgtagtg ctgctaaaaa gaataactta ccttttaagt tgacatgtgc</w:t>
      </w:r>
    </w:p>
    <w:p w14:paraId="50F0888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aactactaga caagttgtta atgttgtaac aacaaagata gcacttaagg gtggtaaaat</w:t>
      </w:r>
    </w:p>
    <w:p w14:paraId="36B171D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tgttaataat tggttgaagc agttaattaa agttacactt gtgttccttt ttgttgctgc</w:t>
      </w:r>
    </w:p>
    <w:p w14:paraId="506908B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tattttctat ttaataacac ctgttcatgt catgtctaaa catactgact tttcaagtga</w:t>
      </w:r>
    </w:p>
    <w:p w14:paraId="687F41F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aatcatagga tacaaggcta ttgatggtgg tgtcactcgt gacatagcat ctacagatac</w:t>
      </w:r>
    </w:p>
    <w:p w14:paraId="7513A95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ttgttttgct aacaaacatg ctgattttga cacatggttt agccagcgtg gtggtagtta</w:t>
      </w:r>
    </w:p>
    <w:p w14:paraId="0E54DA1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tactaatgac aaagcttgcc cattgattgc tgcagtcata acaagagaag tgggttttgt</w:t>
      </w:r>
    </w:p>
    <w:p w14:paraId="684013C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cgtgcctggt ttgcctggca cgatattacg cacaactaat ggtgactttt tgcatttctt</w:t>
      </w:r>
    </w:p>
    <w:p w14:paraId="7D4293B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acctagagtt tttagtgcag ttggtaacat ctgttacaca ccatcaaaac ttatagagta</w:t>
      </w:r>
    </w:p>
    <w:p w14:paraId="7E2929E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cactgacttt gcaacatcag cttgtgtttt ggctgctgaa tgtacaattt ttaaagatgc</w:t>
      </w:r>
    </w:p>
    <w:p w14:paraId="0C39176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ttctggtaag ccagtaccat attgttatga taccaatgta ctagaaggtt ctgttgctta</w:t>
      </w:r>
    </w:p>
    <w:p w14:paraId="054287F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tgaaagttta cgccctgaca cacgttatgt gctcatggat ggctctatta ttcaatttcc</w:t>
      </w:r>
    </w:p>
    <w:p w14:paraId="6467744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taacacctac cttgaaggtt ctgttagagt ggtaacaact tttgattctg agtactgtag</w:t>
      </w:r>
    </w:p>
    <w:p w14:paraId="6FE5E98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gcacggcact tgtgaaagat cagaagctgg tgtttgtgta tctactagtg gtagatgggt</w:t>
      </w:r>
    </w:p>
    <w:p w14:paraId="623C5F9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acttaacaat gattattaca gatctttacc aggagttttc tgtggtgtag atgctgtaaa</w:t>
      </w:r>
    </w:p>
    <w:p w14:paraId="412C20C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tttatttact aatatgttta caccactaat tcaacctatt ggtgctttgg acatatcagc</w:t>
      </w:r>
    </w:p>
    <w:p w14:paraId="54F1AAC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atctatagta gctggtggta ttgtggctat cgtagtaaca tgccttgcct actattttat</w:t>
      </w:r>
    </w:p>
    <w:p w14:paraId="5632BC7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gaggtttaga agagcttttg gtgaatacag tcatgtagtt gcctttaata ctttactatt</w:t>
      </w:r>
    </w:p>
    <w:p w14:paraId="7374DEF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ccttatgtca ttcattgtac tctgtttaac accagtttac tcattcttac ctggtgttta</w:t>
      </w:r>
    </w:p>
    <w:p w14:paraId="659AC3B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ttctgttatt tacttgtact tgacatttta tcttactaat gatgtttctt ttttagcaca</w:t>
      </w:r>
    </w:p>
    <w:p w14:paraId="7D52DB1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tattcagtgg atggttatgt tcacaccttt agtacctttc tggataacaa ttgcttatat</w:t>
      </w:r>
    </w:p>
    <w:p w14:paraId="6EAB96C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catttgtatt tccacaaagc atttctattg gttctttagt aattacctaa agagacgtgt</w:t>
      </w:r>
    </w:p>
    <w:p w14:paraId="47C4750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agtctttaat ggtgtttcct ttagtacttt tgaagaagct gcgctgtgca cctttttgtt</w:t>
      </w:r>
    </w:p>
    <w:p w14:paraId="56CBAAC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aaataaagaa atgtatctaa agttgcgtag tgatgtgcta ttacctttta cgcaatataa</w:t>
      </w:r>
    </w:p>
    <w:p w14:paraId="5E633E1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tagatactta gctctttata ataagtacaa gtattttagt ggagcaatgg atacaactag</w:t>
      </w:r>
    </w:p>
    <w:p w14:paraId="205252E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ctacagagaa gctgcttgtt gtcatctcgc aaaggctctc aatgacttca gtaactcagg</w:t>
      </w:r>
    </w:p>
    <w:p w14:paraId="1143FBA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ttctgatgtt ctttaccaac caccacaaat ctctatcacc tcagctgttt tgcagagtgg</w:t>
      </w:r>
    </w:p>
    <w:p w14:paraId="781A204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ttttagaaaa atggcattcc catctggtaa agttgagggt tgtatggtac aagtaacttg</w:t>
      </w:r>
    </w:p>
    <w:p w14:paraId="1D55A2E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tggtacaact acacttaacg gtctttggct tgatgacgta gtttactgtc caagacatgt</w:t>
      </w:r>
    </w:p>
    <w:p w14:paraId="79585B9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gatctgcacc tctgaagata tgcttaaccc taattatgaa gatttactca ttcgtaagtc</w:t>
      </w:r>
    </w:p>
    <w:p w14:paraId="4DBF064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taatcataat ttcttggtac aggctggtaa tgttcaactc agggttattg gacattctat</w:t>
      </w:r>
    </w:p>
    <w:p w14:paraId="34618C6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gcaaaattgt gtacttaagc ttaaggttga tacagccaat cctaagacac ctaagtataa</w:t>
      </w:r>
    </w:p>
    <w:p w14:paraId="1D54B38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gtttgttcgc attcaaccag gacagacttt ttcagtgtta gcttgttaca atggttcacc</w:t>
      </w:r>
    </w:p>
    <w:p w14:paraId="5578D10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atctggtgtt taccaatgtg ctatgagaca caatttcact attaagggtt cattccttaa</w:t>
      </w:r>
    </w:p>
    <w:p w14:paraId="16F9061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tggttcatgt ggtagtgttg gttttaacat agattatgac tgtgtctctt tttgttacat</w:t>
      </w:r>
    </w:p>
    <w:p w14:paraId="6A6A76F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gcaccatatg gaattaccaa ctggagttca tgctggcaca gacttagaag gtaactttta</w:t>
      </w:r>
    </w:p>
    <w:p w14:paraId="1161E14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tggacctttt gttgacaggc aaacagcaca agcagctggt acggacacaa ctattacagt</w:t>
      </w:r>
    </w:p>
    <w:p w14:paraId="730D3A6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taatgtttta gcttggttgt acgctgctgt tataaatgga gacaggtggt ttctcaatcg</w:t>
      </w:r>
    </w:p>
    <w:p w14:paraId="5D87B10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atttaccaca actcttaatg actttaacct tgtggctatg aagtacaatt atgaacctct</w:t>
      </w:r>
    </w:p>
    <w:p w14:paraId="399E56C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aacacaagac catgttgaca tactaggacc tctttctgct caaactggaa ttgccgtttt</w:t>
      </w:r>
    </w:p>
    <w:p w14:paraId="0A74850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agatatgtgt gcttcattaa aagaattact gcaaaatggt atgaatggac gtaccatatt</w:t>
      </w:r>
    </w:p>
    <w:p w14:paraId="331F80B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gggtagtgct ttattagaag atgaatttac accttttgat gttgttagac aatgctcagg</w:t>
      </w:r>
    </w:p>
    <w:p w14:paraId="5A99779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tgttactttc caaagtgcag tgaaaagaac aatcaagggt acacaccact ggttgttact</w:t>
      </w:r>
    </w:p>
    <w:p w14:paraId="4C8CF16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cacaattttg acttcacttt tagttttagt ccagagtact caatggtctt tgttcttttt</w:t>
      </w:r>
    </w:p>
    <w:p w14:paraId="5615122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tttgtatgaa aatgcctttt taccttttgc tatgggtatt attgctatgt ctgcttttgc</w:t>
      </w:r>
    </w:p>
    <w:p w14:paraId="0166E61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aatgatgttt gtcaaacata agcatgcatt tctctgtttg tttttgttac cttctcttgc</w:t>
      </w:r>
    </w:p>
    <w:p w14:paraId="639604D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cactgtagct tattttaata tggtctatat gcctgctagt tgggtgatgc gtattatgac</w:t>
      </w:r>
    </w:p>
    <w:p w14:paraId="0D44184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atggttggat atggttgata ctagtttgaa gctaaaagac tgtgttatgt atgcatcagc</w:t>
      </w:r>
    </w:p>
    <w:p w14:paraId="08632F6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tgtagtgtta ctaatcctta tgacagcaag aactgtgtat gatgatggtg ctaggagagt</w:t>
      </w:r>
    </w:p>
    <w:p w14:paraId="601D9E2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gtggacactt atgaatgtct tgacactcgt ttataaagtt tattatggta atgctttaga</w:t>
      </w:r>
    </w:p>
    <w:p w14:paraId="6B4989B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tcaagccatt tccatgtggg ctcttataat ctctgttact tctaactact caggtgtagt</w:t>
      </w:r>
    </w:p>
    <w:p w14:paraId="7F36521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tacaactgtc atgtttttgg ccagaggtat tgtttttatg tgtgttgagt attgccctat</w:t>
      </w:r>
    </w:p>
    <w:p w14:paraId="61F7C67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tttcttcata actggtaata cacttcagtg tataatgcta gtttattgtt tcttaggcta</w:t>
      </w:r>
    </w:p>
    <w:p w14:paraId="7985D78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tttttgtact tgttactttg gcctcttttg tttactcaac cgctacttta gactgactct</w:t>
      </w:r>
    </w:p>
    <w:p w14:paraId="1EA9A85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tggtgtttat gattacttag tttctacaca ggagtttaga tatatgaatt cacagggact</w:t>
      </w:r>
    </w:p>
    <w:p w14:paraId="6DABCCD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actcccaccc aagaatagca tagatgcctt caaactcaac attaaattgt tgggtgttgg</w:t>
      </w:r>
    </w:p>
    <w:p w14:paraId="72DF7AD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tggcaaacct tgtatcaaag tagccactgt acagtctaaa atgtcagatg taaagtgcac</w:t>
      </w:r>
    </w:p>
    <w:p w14:paraId="0278D02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atcagtagtc ttactctcag ttttgcaaca actcagagta gaatcatcat ctaaattgtg</w:t>
      </w:r>
    </w:p>
    <w:p w14:paraId="6FD5D1E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ggctcaatgt gtccagttac acaatgacat tctcttagct aaagatacta ctgaagcctt</w:t>
      </w:r>
    </w:p>
    <w:p w14:paraId="78E2D9D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tgaaaaaatg gtttcactac tttctgtttt gctttccatg cagggtgctg tagacataaa</w:t>
      </w:r>
    </w:p>
    <w:p w14:paraId="31CD251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caagctttgt gaagaaatgc tggacaacag ggcaacctta caagctatag cctcagagtt</w:t>
      </w:r>
    </w:p>
    <w:p w14:paraId="2614BE8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tagttccctt ccatcatatg cagcttttgc tactgctcaa gaagcttatg agcaggctgt</w:t>
      </w:r>
    </w:p>
    <w:p w14:paraId="04DEB68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tgctaatggt gattctgaag ttgttcttaa aaagttgaag aagtctttga atgtggctaa</w:t>
      </w:r>
    </w:p>
    <w:p w14:paraId="6F0C752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atctgaattt gaccgtgatg cagccatgca acgtaagttg gaaaagatgg ctgatcaagc</w:t>
      </w:r>
    </w:p>
    <w:p w14:paraId="4BF7A13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tatgacccaa atgtataaac aggctagatc tgaggacaag agggcaaaag ttactagtgc</w:t>
      </w:r>
    </w:p>
    <w:p w14:paraId="75F1074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tatgcagaca atgcttttca ctatgcttag aaagttggat aatgatgcac tcaacaacat</w:t>
      </w:r>
    </w:p>
    <w:p w14:paraId="3AB2485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tatcaacaat gcaagagatg gttgtgttcc cttgaacata atacctctta caacagcagc</w:t>
      </w:r>
    </w:p>
    <w:p w14:paraId="648E78D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caaactaatg gttgtcatac cagactataa cacatataaa aatacgtgtg atggtacaac</w:t>
      </w:r>
    </w:p>
    <w:p w14:paraId="48BEA94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atttacttat gcatcagcat tgtgggaaat ccaacaggtt gtagatgcag atagtaaaat</w:t>
      </w:r>
    </w:p>
    <w:p w14:paraId="55709BC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tgttcaactt agtgaaatta gtatggacaa ttcacctaat ttagcatggc ctcttattgt</w:t>
      </w:r>
    </w:p>
    <w:p w14:paraId="5C13ECD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aacagcttta agggccaatt ctgctgtcaa attacagaat aatgagctta gtcctgttgc</w:t>
      </w:r>
    </w:p>
    <w:p w14:paraId="0372CB8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actacgacag atgtcttgtg ctgccggtac tacacaaact gcttgcactg atgacaatgc</w:t>
      </w:r>
    </w:p>
    <w:p w14:paraId="65F5D8F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gttagcttac tacaacacaa caaagggagg taggtttgta cttgcactgt tatccgattt</w:t>
      </w:r>
    </w:p>
    <w:p w14:paraId="2390A7E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acaggatttg aaatgggcta gattccctaa gagtgatgga actggtacta tttatacaga</w:t>
      </w:r>
    </w:p>
    <w:p w14:paraId="7F857F7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actggaacca ccttgtaggt ttgttacaga cacacctaaa ggtcctaaag tgaagtattt</w:t>
      </w:r>
    </w:p>
    <w:p w14:paraId="3F78B7F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atactttatt aaaggattaa acaacctaaa tagaggtatg gtacttggta gtttagctgc</w:t>
      </w:r>
    </w:p>
    <w:p w14:paraId="1535C18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cacagtacgt ctacaagctg gtaatgcaac agaagtgcct gccaattcaa ctgtattatc</w:t>
      </w:r>
    </w:p>
    <w:p w14:paraId="4A4DAF6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tttctgtgct tttgctgtag atgctgctaa agcttacaaa gattatctag ctagtggggg</w:t>
      </w:r>
    </w:p>
    <w:p w14:paraId="214FFDE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acaaccaatc actaattgtg ttaagatgtt gtgtacacac actggtactg gtcaggcaat</w:t>
      </w:r>
    </w:p>
    <w:p w14:paraId="14CD6DA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aacagttaca ccggaagcca atatggatca agaatccttt ggtggtgcat cgtgttgtct</w:t>
      </w:r>
    </w:p>
    <w:p w14:paraId="27F5540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gtactgccgt tgccacatag atcatccaaa tcctaaagga ttttgtgact taaaaggtaa</w:t>
      </w:r>
    </w:p>
    <w:p w14:paraId="09A448C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gtatgtacaa atacctacaa cttgtgctaa tgaccctgtg ggttttacac ttaaaaacac</w:t>
      </w:r>
    </w:p>
    <w:p w14:paraId="7E89171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agtctgtacc gtctgcggta tgtggaaagg ttatggctgt agttgtgatc aactccgcga</w:t>
      </w:r>
    </w:p>
    <w:p w14:paraId="6C48BA6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acccatgctt cagtcagctg atgcacaatc gtttttaaac gggtttgcgg tgtaagtgca</w:t>
      </w:r>
    </w:p>
    <w:p w14:paraId="3D23FFD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gcccgtctta caccgtgcgg cacaggcact agtactgatg tcgtatacag ggcttttgac</w:t>
      </w:r>
    </w:p>
    <w:p w14:paraId="291A059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atctacaatg ataaagtagc tggttttgct aaattcctaa aaactaattg ttgtcgcttc</w:t>
      </w:r>
    </w:p>
    <w:p w14:paraId="6656283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caagaaaagg acgaagatga caatttaatt gattcttact ttgtagttaa gagacacact</w:t>
      </w:r>
    </w:p>
    <w:p w14:paraId="125160B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ttctctaact accaacatga agaaacaatt tataatttac ttaaggattg tccagctgtt</w:t>
      </w:r>
    </w:p>
    <w:p w14:paraId="56F8B9D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gctaaacatg acttctttaa gtttagaata gacggtgaca tggtaccaca tatatcacgt</w:t>
      </w:r>
    </w:p>
    <w:p w14:paraId="1EFECAD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caacgtctta ctaaatacac aatggcagac ctcgtctatg ctttaaggca ttttgatgaa</w:t>
      </w:r>
    </w:p>
    <w:p w14:paraId="2FB79FF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ggtaattgtg acacattaaa agaaatactt gtcacataca attgttgtga tgatgattat</w:t>
      </w:r>
    </w:p>
    <w:p w14:paraId="3280EA7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ttcaataaaa aggactggta tgattttgta gaaaacccag atatattacg cgtatacgcc</w:t>
      </w:r>
    </w:p>
    <w:p w14:paraId="16AF133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aacttaggtg aacgtgtacg ccaagctttg ttaaaaacag tacaattctg tgatgccatg</w:t>
      </w:r>
    </w:p>
    <w:p w14:paraId="558041B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cgaaatgctg gtattgttgg tgtactgaca ttagataatc aagatctcaa tggtaactgg</w:t>
      </w:r>
    </w:p>
    <w:p w14:paraId="3465566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tatgatttcg gtgatttcat acaaaccacg ccaggtagtg gagttcctgt tgtagattct</w:t>
      </w:r>
    </w:p>
    <w:p w14:paraId="2EAFA5B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tattattcat tgttaatgcc tatattaacc ttgaccaggg ctttaactgc agagtcacat</w:t>
      </w:r>
    </w:p>
    <w:p w14:paraId="237585E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gttgacactg acttaacaaa gccttacatt aagtgggatt tgttaaaata tgacttcacg</w:t>
      </w:r>
    </w:p>
    <w:p w14:paraId="6E9F6EC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gaagagaggt taaaactctt tgaccgttat tttaaatatt gggatcagac ataccaccca</w:t>
      </w:r>
    </w:p>
    <w:p w14:paraId="756A6D8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aattgtgtta actgtttgga tgacagatgc attctgcatt gtgcaaactt taatgtttta</w:t>
      </w:r>
    </w:p>
    <w:p w14:paraId="0EFA050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ttctctacag tgttcccact tacaagtttt ggaccactag tgagaaaaat atttgttgat</w:t>
      </w:r>
    </w:p>
    <w:p w14:paraId="28A0B88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ggtgttccat ttgtagtttc aactggatac cacttcagag agctaggtgt tgtacataat</w:t>
      </w:r>
    </w:p>
    <w:p w14:paraId="38D4406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caggatgtaa acttacatag ctctagactt agttttaagg aattacttgt gtatgctgct</w:t>
      </w:r>
    </w:p>
    <w:p w14:paraId="41B87B9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gaccctgcta tgcacgctgc ttctggtaat ctattactag ataaacgcac tacgtgcttt</w:t>
      </w:r>
    </w:p>
    <w:p w14:paraId="5D69986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tcagtagctg cacttactaa caatgttgct tttcaaactg tcaaacccgg taattttaac</w:t>
      </w:r>
    </w:p>
    <w:p w14:paraId="3708BE1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aaagacttct atgactttgc tgtgtctaag ggtttcttta aggaaggaag ttctgttgaa</w:t>
      </w:r>
    </w:p>
    <w:p w14:paraId="6571A9A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ttaaaacact tcttctttgc tcaggatggt aatgctgcta tcagcgatta tgactactat</w:t>
      </w:r>
    </w:p>
    <w:p w14:paraId="5485A2E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cgttataatc taccaacaat gtgtgatatc agacaactac tatttgtagt tgaagttgtt</w:t>
      </w:r>
    </w:p>
    <w:p w14:paraId="25C7B68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gataagtact ttgattgtta cgatggtggc tgtattaatg ctaaccaagt catcgtcaac</w:t>
      </w:r>
    </w:p>
    <w:p w14:paraId="79B2833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aacctagaca aatcagctgg ttttccattt aataaatggg gtaaggctag actttattat</w:t>
      </w:r>
    </w:p>
    <w:p w14:paraId="50604F2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gattcaatga gttatgagga tcaagatgca cttttcgcat atacaaaacg taatgtcatc</w:t>
      </w:r>
    </w:p>
    <w:p w14:paraId="19C8C54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cctactataa ctcaaatgaa tcttaagtat gccattagtg caaagaatag agctcgcacc</w:t>
      </w:r>
    </w:p>
    <w:p w14:paraId="4644631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gtagctggtg tctctatctg tagtactatg accaatagac agtttcatca aaaattattg</w:t>
      </w:r>
    </w:p>
    <w:p w14:paraId="489B768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aaatcaatag ccgccactag aggagctact gtagtaattg gaacaagcaa attctatggt</w:t>
      </w:r>
    </w:p>
    <w:p w14:paraId="0F1FD45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ggttggcaca acatgttaaa aactgtttat agtgatgtag aaaaccctca ccttatgggt</w:t>
      </w:r>
    </w:p>
    <w:p w14:paraId="5321F4A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tgggattatc ctaaatgtga tagagccatg cctaacatgc ttagaattat ggcctcactt</w:t>
      </w:r>
    </w:p>
    <w:p w14:paraId="58B2BB5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gttcttgctc gcaaacatac aacgtgttgt agcttgtcac accgtttcta tagattagct</w:t>
      </w:r>
    </w:p>
    <w:p w14:paraId="5BC93C2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aatgagtgtg ctcaagtatt gagtgaaatg gtcatgtgtg gcggttcact atatgttaaa</w:t>
      </w:r>
    </w:p>
    <w:p w14:paraId="5214F48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ccaggtggaa cctcatcagg agatgccaca actgcttatg ctaatagtgt ttttaacatt</w:t>
      </w:r>
    </w:p>
    <w:p w14:paraId="08F531B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tgtcaagctg tcacggccaa tgttaatgca cttttatcta ctgatggtaa caaaattgcc</w:t>
      </w:r>
    </w:p>
    <w:p w14:paraId="4180F11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gataagtatg tccgcaattt acaacacaga ctttatgagt gtctctatag aaatagagat</w:t>
      </w:r>
    </w:p>
    <w:p w14:paraId="0AAD5D9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gttgacacag actttgtgaa tgagttttac gcatatttgc gtaaacattt ctcaatgatg</w:t>
      </w:r>
    </w:p>
    <w:p w14:paraId="37EB3A3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atactttctg acgatgctgt tgtgtgtttc aatagcactt atgcatctca aggtctagtg</w:t>
      </w:r>
    </w:p>
    <w:p w14:paraId="56257F8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gctagcataa agaactttaa gtcagttctt tattatcaaa acaatgtttt tatgtctgaa</w:t>
      </w:r>
    </w:p>
    <w:p w14:paraId="779A9B0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gcaaaatgtt ggactgagac tgaccttact aaaggacctc atgaattttg ctctcaacat</w:t>
      </w:r>
    </w:p>
    <w:p w14:paraId="01399FA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acaatgctag ttaaacaggg tgatgattat gtgtaccttc cttacccaga tccatcaaga</w:t>
      </w:r>
    </w:p>
    <w:p w14:paraId="1AAF84B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atcctagggg ccggctgttt tgtagatgat atcgtaaaaa cagatggtac acttatgatt</w:t>
      </w:r>
    </w:p>
    <w:p w14:paraId="5A843F2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gaacggttcg tgtctttagc tatagatgct tacccactta ctaaacatcc taatcaggag</w:t>
      </w:r>
    </w:p>
    <w:p w14:paraId="1E7756C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tatgctgatg tctttcattt gtacttacaa tacataagaa agctacatga tgagttaaca</w:t>
      </w:r>
    </w:p>
    <w:p w14:paraId="6348FAD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ggacacatgt tagacatgta ttctgttatg cttactaatg ataacacttc aaggtattgg</w:t>
      </w:r>
    </w:p>
    <w:p w14:paraId="01CBEF3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gaacctgagt tttatgaggc tatgtacaca ccgcatacag tcttacaggc tgttggggct</w:t>
      </w:r>
    </w:p>
    <w:p w14:paraId="07A3B93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tgtgttcttt gcaattcaca gacttcatta agatgtggtg cttgcatacg tagaccattc</w:t>
      </w:r>
    </w:p>
    <w:p w14:paraId="2F043B7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ttatgttgta aatgctgtta cgaccatgtc atatcaacat cacataaatt agtcttgtct</w:t>
      </w:r>
    </w:p>
    <w:p w14:paraId="506AD4B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gttaatccgt atgtttgcaa tgctccaggt tgtgatgtca cagatgtgac tcaactttac</w:t>
      </w:r>
    </w:p>
    <w:p w14:paraId="2D7012F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ttaggaggta tgagctatta ttgtaaatca cataaaccac ccattagttt tccattgtgt</w:t>
      </w:r>
    </w:p>
    <w:p w14:paraId="3F93733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gctaatggac aagtttttgg tttatataaa aatacatgtg ttggtagcga taatgttact</w:t>
      </w:r>
    </w:p>
    <w:p w14:paraId="16B8637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gactttaatg caattgcaac atgtgactgg acaaatgctg gtgattacat tttagctaac</w:t>
      </w:r>
    </w:p>
    <w:p w14:paraId="3ACBCB0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acctgtactg aaagactcaa gctttttgca gcagaaacgc tcaaagctac tgaggagaca</w:t>
      </w:r>
    </w:p>
    <w:p w14:paraId="3739AC3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tttaaactgt cttatggtat tgctactgta cgtgaagtgc tgtctgacag agaattacat</w:t>
      </w:r>
    </w:p>
    <w:p w14:paraId="3A912C9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ctttcatggg aagttggtaa acctagacca ccacttaacc gaaattatgt ctttactggt</w:t>
      </w:r>
    </w:p>
    <w:p w14:paraId="6E68C94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tatcgtgtaa ctaaaaacag taaagtacaa ataggagagt acacctttga aaaaggtgac</w:t>
      </w:r>
    </w:p>
    <w:p w14:paraId="44FE0DD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tatggtgatg ctgttgttta ccgaggtaca acaacttaca aattaaatgt tggtgattat</w:t>
      </w:r>
    </w:p>
    <w:p w14:paraId="6164FC2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tttgtgctga catcacatac agtaatgcca ttaagtgcac ctacactagt gccacaagag</w:t>
      </w:r>
    </w:p>
    <w:p w14:paraId="7A29DC8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cactatgtta gaattactgg cttataccca acactcaata tctcagatga gttttctagc</w:t>
      </w:r>
    </w:p>
    <w:p w14:paraId="32FDECA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aatgttgcaa attatcaaaa ggttggtatg caaaagtatt ctacactcca gggaccacct</w:t>
      </w:r>
    </w:p>
    <w:p w14:paraId="526C92C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ggtactggta agagtcattt tgctattggc ctagctctct actacccttc tgctcgcata</w:t>
      </w:r>
    </w:p>
    <w:p w14:paraId="2A4749B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gtgtatacag cttgctctca tgccgctgtt gatgcactat gtgagaaggc attaaaatat</w:t>
      </w:r>
    </w:p>
    <w:p w14:paraId="0BE3A32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ttgcctatag ataaatgtag tagaattata cctgcacgtg ctcgtgtaga gtgttttgat</w:t>
      </w:r>
    </w:p>
    <w:p w14:paraId="36F71FC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aaattcaaag tgaattcaac attagaacag tatgtctttt gtactgtaaa tgcattgcct</w:t>
      </w:r>
    </w:p>
    <w:p w14:paraId="418B04D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gagacgacag cagatatagt tgtctttgat gaaatttcaa tggccacaaa ttatgatttg</w:t>
      </w:r>
    </w:p>
    <w:p w14:paraId="0D46578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agtgttgtca atgccagatt atgtgctaag cactatgtgt acattggcga ccctgctcaa</w:t>
      </w:r>
    </w:p>
    <w:p w14:paraId="5E985CD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ttacctgcac cacgcacatt gctaactaag ggcacactag aaccagaata tttcaattca</w:t>
      </w:r>
    </w:p>
    <w:p w14:paraId="162F521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gtgtgtagac ttatgaaaac tataggtcca gacatgttcc tcggaacttg tcggcgttgt</w:t>
      </w:r>
    </w:p>
    <w:p w14:paraId="306C307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cctgctgaaa ttgttgacac tgtgagtgct ttggtttatg ataataagct taaagcacat</w:t>
      </w:r>
    </w:p>
    <w:p w14:paraId="418C1A5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aaagacaaat cagctcaatg ctttaaaatg ttttataagg gtgttatcac gcatgatgtt</w:t>
      </w:r>
    </w:p>
    <w:p w14:paraId="36DBAF5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tcatctgcaa ttaacaggcc acaaataggc gtggtaagag aattccttac acgtaaccct</w:t>
      </w:r>
    </w:p>
    <w:p w14:paraId="24E32CE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gcttggagaa aagctgtctt tatttcacct tataattcac agaatgctgt agcctcaaag</w:t>
      </w:r>
    </w:p>
    <w:p w14:paraId="3A3E2A2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attttgggac taccaactca aactgttgat tcatcacagg gctcagaata tgactatgtc</w:t>
      </w:r>
    </w:p>
    <w:p w14:paraId="7DE4EA2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atattcactc aaaccactga aacagctcac tcttgtaatg taaacagatt taatgttgct</w:t>
      </w:r>
    </w:p>
    <w:p w14:paraId="51F7799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attaccagag caaaagtagg catactttgc ataatgtctg atagagacct ttatgacaag</w:t>
      </w:r>
    </w:p>
    <w:p w14:paraId="1DFF675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ttgcaattta caagtcttga aattccacgt aggaatgtgg caactttaca agctgaaaat</w:t>
      </w:r>
    </w:p>
    <w:p w14:paraId="6A2C999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gtaacaggac tctttaaaga ttgtagtaag gtaatcactg ggttacatcc tacacaggca</w:t>
      </w:r>
    </w:p>
    <w:p w14:paraId="4C0D5B5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cctacacacc tcagtgttga cactaaattc aaaactgaag gtttatgtgt tgacgtacct</w:t>
      </w:r>
    </w:p>
    <w:p w14:paraId="37772EB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ggcataccta aggacatgac ctatagaaga ctcatctcta tgatgggttt taaaatgaat</w:t>
      </w:r>
    </w:p>
    <w:p w14:paraId="72480F3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tatcaagtta atggttaccc taacatgttt atcacccgcg aagaagctat aagacatgta</w:t>
      </w:r>
    </w:p>
    <w:p w14:paraId="517C06D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cgtgcatgga ttggcttcga tgtcgagggg tgtcatgcta ctagagaagc tgttggtacc</w:t>
      </w:r>
    </w:p>
    <w:p w14:paraId="1E206FD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aatttacctt tacagctagg tttttctaca ggtgttaacc tagttgctgt acctacaggt</w:t>
      </w:r>
    </w:p>
    <w:p w14:paraId="5D6FEC0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tatgttgata cacctaataa tacagatttt tccagagtta gtgctaaacc accgcctgga</w:t>
      </w:r>
    </w:p>
    <w:p w14:paraId="29BF206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gatcaattta aacacctcat accacttatg tacaaaggac ttccttggaa tgtagtgcgt</w:t>
      </w:r>
    </w:p>
    <w:p w14:paraId="244B41C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ataaagattg tacaaatgtt aagtgacaca cttaaaaatc tctctgacag agtcgtattt</w:t>
      </w:r>
    </w:p>
    <w:p w14:paraId="762621E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gtcttatggg cacatggctt tgagttgaca tctatgaagt attttgtgaa aataggacct</w:t>
      </w:r>
    </w:p>
    <w:p w14:paraId="2FEFEC9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gagcgcacct gttgtctatg tgatagacgt gccacatgct tttccactgc ttcagacact</w:t>
      </w:r>
    </w:p>
    <w:p w14:paraId="2253598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tatgcctgtt ggcatcattc tattggattt gattacgtct ataatccgtt tatgattgat</w:t>
      </w:r>
    </w:p>
    <w:p w14:paraId="729D9A1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gttcaacaat ggggttttac aggtaaccta caaagcaacc atgatctgta ttgtcaagtc</w:t>
      </w:r>
    </w:p>
    <w:p w14:paraId="232DDB6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catggtaatg cacatgtagc tagttgtgat gcaatcatga ctaggtgtct agctgtccac</w:t>
      </w:r>
    </w:p>
    <w:p w14:paraId="3146869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gagtgctttg ttaagcgtgt tgactggact attgaatatc ctataattgg tgatgaactg</w:t>
      </w:r>
    </w:p>
    <w:p w14:paraId="79A5FA9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aagattaatg cggcttgtag aaaggttcaa cacatggttg ttaaagctgc attattagca</w:t>
      </w:r>
    </w:p>
    <w:p w14:paraId="6F8C35D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gacaaattcc cagttcttca cgacattggt aaccctaaag ctattaagtg tgtacctcaa</w:t>
      </w:r>
    </w:p>
    <w:p w14:paraId="70FB87F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gctgatgtag aatggaagtt ctatgatgca cagccttgta gtgacaaagc ttataaaata</w:t>
      </w:r>
    </w:p>
    <w:p w14:paraId="7C9B4A5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gaagaattat tctattctta tgccacacat tctgacaaat tcacagatgg tgtatgccta</w:t>
      </w:r>
    </w:p>
    <w:p w14:paraId="6C7F0BE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ttttggaatt gcaatgtcga tagatatcct gctaattcca ttgtttgtag atttgacact</w:t>
      </w:r>
    </w:p>
    <w:p w14:paraId="60F9385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agagtgctat ctaaccttaa cttgcctggt tgtgatggtg gcagtttgta tgtaaataaa</w:t>
      </w:r>
    </w:p>
    <w:p w14:paraId="53F4740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catgcattcc acacaccagc ttttgataaa agtgcttttg ttaatttaaa acaattacca</w:t>
      </w:r>
    </w:p>
    <w:p w14:paraId="6414BA8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tttttctatt actctgacag tccatgtgag tctcatggaa aacaagtagt gtcagatata</w:t>
      </w:r>
    </w:p>
    <w:p w14:paraId="0A45133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gattatgtac cactaaagtc tgctacgtgt ataacacgtt gcaatttagg tggtgctgtc</w:t>
      </w:r>
    </w:p>
    <w:p w14:paraId="16FF82C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tgtagacatc atgctaatga gtacagattg tatctcgatg cttataacat gatgatctca</w:t>
      </w:r>
    </w:p>
    <w:p w14:paraId="63488C3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gctggcttta gcttgtgggt ttacaaacaa tttgatactt ataacctctg gaacactttt</w:t>
      </w:r>
    </w:p>
    <w:p w14:paraId="7138133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acaagacttc agagtttaga aaatgtggct tttaatgttg taaataaggg acactttgat</w:t>
      </w:r>
    </w:p>
    <w:p w14:paraId="0F45FAC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ggacaacagg gtgaagtacc agtttctatc attaataaca ctgtttacac aaaagttgat</w:t>
      </w:r>
    </w:p>
    <w:p w14:paraId="0AB2570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ggtgttgatg tagaattgtt tgaaaataaa acaacattac ctgttaatgt agcatttgag</w:t>
      </w:r>
    </w:p>
    <w:p w14:paraId="76C1338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ctttgggcta agcgcaacat taaaccagta ccagaggtga aaatactcaa taatttgggt</w:t>
      </w:r>
    </w:p>
    <w:p w14:paraId="6CE2C4A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gtggacattg ctgctaatac tgtgatctgg gactacaaaa gagatgctcc agcacatata</w:t>
      </w:r>
    </w:p>
    <w:p w14:paraId="529EB87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tctactattg gtgtttgttc tatgactgac atagccaaga aaccaattga aacgatttgt</w:t>
      </w:r>
    </w:p>
    <w:p w14:paraId="2E18AFC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gcaccactca ctgtcttttt tgatggtaga gttgatggtc aagtagactt atttagaaat</w:t>
      </w:r>
    </w:p>
    <w:p w14:paraId="041C8F1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gcccgtaatg gtgttcttat tacagagggt agtgttaaag gtttacaacc atctgtaggt</w:t>
      </w:r>
    </w:p>
    <w:p w14:paraId="56A9E30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cccaaacaag ctagtcttaa tggagtcaca ttaattggag aagccgtaaa aacacagttc</w:t>
      </w:r>
    </w:p>
    <w:p w14:paraId="4E7791E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aattattata agaaagttga tggtgttgtc caacaattac ctgaaactta ctttactcag</w:t>
      </w:r>
    </w:p>
    <w:p w14:paraId="5C254F9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agtagaaatt tacaagaatt taaacccagg agtcaaatgg aaattgattt cttagaatta</w:t>
      </w:r>
    </w:p>
    <w:p w14:paraId="1E6C2E2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gctatggatg aattcattga acggtataaa ttagaaggct atgccttcga acatatcgtt</w:t>
      </w:r>
    </w:p>
    <w:p w14:paraId="37343CA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tatggagatt ttagtcatag tcagttaggt ggtttacatc tactgattgg actagctaaa</w:t>
      </w:r>
    </w:p>
    <w:p w14:paraId="6A07B75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cgttttaagg aatcaccttt tgaattagaa gattttattc ctatggacag tacagttaaa</w:t>
      </w:r>
    </w:p>
    <w:p w14:paraId="4512962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aactatttca taacagatgc gcaaacaggt tcatctaagt gtgtgtgttc tgttattgat</w:t>
      </w:r>
    </w:p>
    <w:p w14:paraId="7516F31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ttattacttg atgattttgt tgaaataata aaatcccaag atttatctgt agtttctaag</w:t>
      </w:r>
    </w:p>
    <w:p w14:paraId="0C78978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gttgtcaaag tgactattga ctatacagaa atttcattta tgctttggtg taaagatggc</w:t>
      </w:r>
    </w:p>
    <w:p w14:paraId="095A6F6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catgtagaaa cattttaccc aaaattacaa tctagtcaag cgtggcaacc gggtgttgct</w:t>
      </w:r>
    </w:p>
    <w:p w14:paraId="6D70E6A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atgcctaatc tttacaaaat gcaaagaatg ctattagaaa agtgtgacct tcaaaattat</w:t>
      </w:r>
    </w:p>
    <w:p w14:paraId="1F4DC13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ggtgatagtg caacattacc taaaggcata atgatgaatg tcgcaaaata tactcaactg</w:t>
      </w:r>
    </w:p>
    <w:p w14:paraId="04FAB43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tgtcaatatt taaacacatt aacattagct gtaccctata atatgagagt tatacatttt</w:t>
      </w:r>
    </w:p>
    <w:p w14:paraId="20DFD21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ggtgctggtt ctgataaagg agttgcacca ggtacagctg ttttaagaca gtggttgcct</w:t>
      </w:r>
    </w:p>
    <w:p w14:paraId="458C3DE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acgggtacgc tgcttgtcga ttcagatctt aatgactttg tctctgatgc agattcaact</w:t>
      </w:r>
    </w:p>
    <w:p w14:paraId="302EEC6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ttgattggtg attgtgcaac tgtacataca gctaataaat gggatctcat tattagtgat</w:t>
      </w:r>
    </w:p>
    <w:p w14:paraId="13301B7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atgtacgacc ctaagactaa aaatgttaca aaagaaaatg actctaaaga gggttttttc</w:t>
      </w:r>
    </w:p>
    <w:p w14:paraId="3799605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acttacattt gtgggtttat acaacaaaag ctagctcttg gaggttccgt ggctataaag</w:t>
      </w:r>
    </w:p>
    <w:p w14:paraId="1212D75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ataacagaac attcttggaa tgctgatctt tataagctca tgggacactt cgcatggtgg</w:t>
      </w:r>
    </w:p>
    <w:p w14:paraId="77DBA1E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acagcctttg ttactaatgt gaatgcgtca tcatctgaag catttttaat tggatgtaat</w:t>
      </w:r>
    </w:p>
    <w:p w14:paraId="3FDF2CC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tatcttggca aaccacgcga acaaatagat ggttatgtca tgcatgcaaa ttacatattt</w:t>
      </w:r>
    </w:p>
    <w:p w14:paraId="6FC6A77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tggaggaata caaatccaat tcagttgtct tcctattctt tatttgacat gagtaaattt</w:t>
      </w:r>
    </w:p>
    <w:p w14:paraId="3314394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ccccttaaat taaggggtac tgctgttatg tctttaaaag aaggtcaaat caatgatatg</w:t>
      </w:r>
    </w:p>
    <w:p w14:paraId="29E6551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attttatctc ttcttagtaa aggtagactt ataattagag aaaacaacag agttgttatt</w:t>
      </w:r>
    </w:p>
    <w:p w14:paraId="045B870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tctagtgatg ttcttgttaa caactaaacg aacaatgttt gtttttcttg ttttattgcc</w:t>
      </w:r>
    </w:p>
    <w:p w14:paraId="46582DC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actagtctct agtcagtgtg ttaatcttat aaccagaact caatcataca ctaattcttt</w:t>
      </w:r>
    </w:p>
    <w:p w14:paraId="3FE0E60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cacacgtggt gtttattacc ctgacaaagt tttcagatcc tcagttttac attcaactca</w:t>
      </w:r>
    </w:p>
    <w:p w14:paraId="31E5D0B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ggacttgttc ttacctttct tttccaatgt tacttggttc catgctatac atgtctctgg</w:t>
      </w:r>
    </w:p>
    <w:p w14:paraId="588405F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5BE4E11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tgcttccact gagaagtcta acataataag aggctggatt tttggtacta ctttagattc</w:t>
      </w:r>
    </w:p>
    <w:p w14:paraId="769D0B5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01C8375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tgtttattac cacaaaaaca acaaaagttg</w:t>
      </w:r>
    </w:p>
    <w:p w14:paraId="78FEA88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5C94A3F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4D63A9A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ctattaattt</w:t>
      </w:r>
    </w:p>
    <w:p w14:paraId="0371355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agggcgtgat ctccctcagg gtttttcggc tttagaacca ttggtagatt tgccaatagg</w:t>
      </w:r>
    </w:p>
    <w:p w14:paraId="29189FE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tattaacatc actaggtttc aaactttact tgctttacat agaagttatt tgactcctgg</w:t>
      </w:r>
    </w:p>
    <w:p w14:paraId="30BC25F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tgattcttct tcaggttgga cagctggtgc tgcagcttat tatgtgggtt atcttcaacc</w:t>
      </w:r>
    </w:p>
    <w:p w14:paraId="3D09003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taggactttt ctattaaaat ataatgaaaa tggaaccatt acagatgctg tagactgtgc</w:t>
      </w:r>
    </w:p>
    <w:p w14:paraId="1D594FF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acttgaccct ctctcagaaa caaagtgtac gttgaaatcc ttcactgtag aaaaaggaat</w:t>
      </w:r>
    </w:p>
    <w:p w14:paraId="065E5DE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ctatcaaact tctaacttta gagtccaacc aacagaatct attgttagat ttcctaatat</w:t>
      </w:r>
    </w:p>
    <w:p w14:paraId="6D44205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tacaaacttg tgcccttttg atgaagtttt taacgccacc agatttgcat ctgtttatgc</w:t>
      </w:r>
    </w:p>
    <w:p w14:paraId="699A35E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ttggaacagg aagagaatca gcaactgtgt tgctgattat tctgtcctat ataatttcgc</w:t>
      </w:r>
    </w:p>
    <w:p w14:paraId="5C138A1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accatttttc gcttttaagt gttatggagt gtctcctact aaattaaatg atctctgctt</w:t>
      </w:r>
    </w:p>
    <w:p w14:paraId="74A612C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tactaatgtc tatgcagatt catttgtaat tagaggtaat gaagtcagcc aaatcgctcc</w:t>
      </w:r>
    </w:p>
    <w:p w14:paraId="222C89B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agggcaaact ggaaatattg ctgattataa ttataaatta ccagatgatt ttacaggctg</w:t>
      </w:r>
    </w:p>
    <w:p w14:paraId="21ABBDF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cgttatagct tggaattcta acaagcttga ttctaaggtt ggtggtaatt ataattacct</w:t>
      </w:r>
    </w:p>
    <w:p w14:paraId="54A49FE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gtatagattg tttaggaagt ctaatctcaa accttttgag agagatattt caactgaaat</w:t>
      </w:r>
    </w:p>
    <w:p w14:paraId="4A981B1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ctatcaggcc ggtaacaaac cttgtaatgg tgttgcaggt tttaattgtt actttccttt</w:t>
      </w:r>
    </w:p>
    <w:p w14:paraId="485432F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acaatcatat ggtttccgac ccacttatgg tgttggtcac caaccataca gagtagtagt</w:t>
      </w:r>
    </w:p>
    <w:p w14:paraId="613355D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actttctttt gaacttctac atgcaccagc aactgtttgt ggacctaaaa agtctactaa</w:t>
      </w:r>
    </w:p>
    <w:p w14:paraId="0970F07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tttggttaaa aacaaatgtg tcaatttcaa cttcaatggt ttaacaggca caggtgttct</w:t>
      </w:r>
    </w:p>
    <w:p w14:paraId="4CC623D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tactgagtct aacaaaaagt ttctgccttt ccaacaattt ggcagagaca ttgctgacac</w:t>
      </w:r>
    </w:p>
    <w:p w14:paraId="685A507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tactgatgct gtccgtgatc cacagacact tgagattctt gacattacac catgttcttt</w:t>
      </w:r>
    </w:p>
    <w:p w14:paraId="6BCEB3A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tggtggtgtc agtgttataa caccaggaac aaatacttct aaccaggttg ctgttcttta</w:t>
      </w:r>
    </w:p>
    <w:p w14:paraId="73CE411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tcagggtgtt aactgcacag aagtccctgt tgctattcat gcagatcaac ttactcctac</w:t>
      </w:r>
    </w:p>
    <w:p w14:paraId="4AA3F74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ttggcgtgtt tattctacag gttctaatgt ttttcaaaca cgtgcaggct gtttaatagg</w:t>
      </w:r>
    </w:p>
    <w:p w14:paraId="0F525C9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ggctgaatat gtcaacaact catatgagtg tgacataccc attggtgcag gtatatgcgc</w:t>
      </w:r>
    </w:p>
    <w:p w14:paraId="65B7327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tagttatcag actcagacta agtctcatcg gcgggcacgt agtgtagcta gtcaatccat</w:t>
      </w:r>
    </w:p>
    <w:p w14:paraId="4017299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cattgcctac actatgtcac ttggtgcaga aaattcagtt gcttactcta ataactctat</w:t>
      </w:r>
    </w:p>
    <w:p w14:paraId="53A3481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tgccataccc acaaatttta ctattagtgt taccacagaa attctaccag tgtctatgac</w:t>
      </w:r>
    </w:p>
    <w:p w14:paraId="3A118A1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caagacatca gtagattgta caatgtacat ttgtggtgat tcaactgaat gcagcaatct</w:t>
      </w:r>
    </w:p>
    <w:p w14:paraId="4DEACE1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tttgttgcaa tatggcagtt tttgtacaca attaaaacgt gctttaactg gaatagctgt</w:t>
      </w:r>
    </w:p>
    <w:p w14:paraId="43F07A3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tgaacaagac aaaaacaccc aagaagtttt tgcacaagtc aaacaaattt acaaaacacc</w:t>
      </w:r>
    </w:p>
    <w:p w14:paraId="7B8D0BC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accaattaaa tattttggtg gttttaattt ttcacaaata ttaccagatc catcaaaacc</w:t>
      </w:r>
    </w:p>
    <w:p w14:paraId="6D09F14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aagcaagagg tcatttattg aagatctact tttcaacaaa gtgacacttg cagatgctgg</w:t>
      </w:r>
    </w:p>
    <w:p w14:paraId="3179900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cttcatcaaa caatatggtg attgccttgg tgatattgct gctagagacc tcatttgtgc</w:t>
      </w:r>
    </w:p>
    <w:p w14:paraId="1F980E2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acaaaagttt aacggcctta ctgttttgcc acctttgctc acagatgaaa tgattgctca</w:t>
      </w:r>
    </w:p>
    <w:p w14:paraId="2764AAD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atacacttct gcactgttag cgggtacaat cacttctggt tggacctttg gtgcaggtgc</w:t>
      </w:r>
    </w:p>
    <w:p w14:paraId="5BF9DEE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tgcattacaa ataccatttg ctatgcaaat ggcttatagg tttaatggta ttggagttac</w:t>
      </w:r>
    </w:p>
    <w:p w14:paraId="1BEA237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acagaatgtt ctctatgaga accaaaaatt gattgccaac caatttaata gtgctattgg</w:t>
      </w:r>
    </w:p>
    <w:p w14:paraId="0060096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caaaattcaa gactcacttt cttccacagc aagtgcactt ggaaaacttc aagatgtggt</w:t>
      </w:r>
    </w:p>
    <w:p w14:paraId="7F55F84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caaccataat gcacaagctt taaacacgct tgttaaacaa cttagctcca aatttggtgc</w:t>
      </w:r>
    </w:p>
    <w:p w14:paraId="2022B4A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aatttcaagt gttttaaatg atatcctttc acgtcttgac aaagttgagg ctgaagtgca</w:t>
      </w:r>
    </w:p>
    <w:p w14:paraId="6E79527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aattgatagg ttgatcacag gcagacttca aagtttgcag acatatgtga ctcaacaatt</w:t>
      </w:r>
    </w:p>
    <w:p w14:paraId="3F5CA8D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aattagagct gcagaaatca gagcttctgc taatcttgct gctactaaaa tgtcagagtg</w:t>
      </w:r>
    </w:p>
    <w:p w14:paraId="60C6409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tgtacttgga caatcaaaaa gagttgattt ttgtggaaag ggctatcatc ttatgtcctt</w:t>
      </w:r>
    </w:p>
    <w:p w14:paraId="30A967D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ccctcagtca gcacctcatg gtgtagtctt cttgcatgtg acttatgtcc ctgcacaaga</w:t>
      </w:r>
    </w:p>
    <w:p w14:paraId="6E02057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aaagaacttc acaactgctc ctgccatttg tcatgatgga aaagcacact ttcctcgtga</w:t>
      </w:r>
    </w:p>
    <w:p w14:paraId="5E9875F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aggtgtcttt gtttcaaatg gcacacattg gtttgtaaca caaaggaatt tttatgaacc</w:t>
      </w:r>
    </w:p>
    <w:p w14:paraId="19F1F5A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acaaatcatt actacagaca acacatttgt gtctggtaac tgtgatgttg taataggaat</w:t>
      </w:r>
    </w:p>
    <w:p w14:paraId="726A8DC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tgtcaacaac acagtttatg atcctttgca acctgaatta gattcattca aggaggagtt</w:t>
      </w:r>
    </w:p>
    <w:p w14:paraId="7CCD809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agataaatat tttaagaatc atacatcacc agatgttgat ttaggtgaca tctctggcat</w:t>
      </w:r>
    </w:p>
    <w:p w14:paraId="72CA88A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taatgcttca gttgtaaaca ttcaaaaaga aattgaccgc ctcaatgagg ttgccaagaa</w:t>
      </w:r>
    </w:p>
    <w:p w14:paraId="5EE9553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tttaaatgaa tctctcatcg atctccaaga acttggaaag tatgagcagt atataaaatg</w:t>
      </w:r>
    </w:p>
    <w:p w14:paraId="38781EF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gccatggtac atttggctag gttttatagc tggcttgatt gccatagtaa tggtgacaat</w:t>
      </w:r>
    </w:p>
    <w:p w14:paraId="7349A63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tatgctttgc tgtatgacca gttgctgtag ttgtctcaag ggctgttgtt cttgtggatc</w:t>
      </w:r>
    </w:p>
    <w:p w14:paraId="6B7AE27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ctgctgcaaa tttgatgaag acgactctga gccagtgctc aaaggagtca aattacatta</w:t>
      </w:r>
    </w:p>
    <w:p w14:paraId="645023D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cacataaacg aacttatgga tttgtttatg agaatcttca caattggaac tgtaactttg</w:t>
      </w:r>
    </w:p>
    <w:p w14:paraId="717BB2C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aagcaaggtg aaatcaagga tgctactcct tcagattttg ttcgcgctac tgcaacgata</w:t>
      </w:r>
    </w:p>
    <w:p w14:paraId="3185E3D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ccgatacaag cctcactccc tttcggatgg cttattgttg gcgttgcact tcttgctgtt</w:t>
      </w:r>
    </w:p>
    <w:p w14:paraId="78838D6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tttcagagcg cttccaaaat cataactctc aaaaagagat ggcaactagc actctccaag</w:t>
      </w:r>
    </w:p>
    <w:p w14:paraId="69D43C0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ggtgttcact ttgtttgcaa cttgctgttg ttgtttgtaa cagtttactc acaccttttg</w:t>
      </w:r>
    </w:p>
    <w:p w14:paraId="0E1088F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ctcgttgctg ctggccttga agcccctttt ctctatcttt atgctttagt ctacttcttg</w:t>
      </w:r>
    </w:p>
    <w:p w14:paraId="2B63B8E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cagagtataa actttgtaag aataataatg aggctttggc tttgctggaa atgccgttcc</w:t>
      </w:r>
    </w:p>
    <w:p w14:paraId="2BB89CA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aaaaacccat tactttatga tgccaactat tttctttgct ggcatactaa ttgttacgac</w:t>
      </w:r>
    </w:p>
    <w:p w14:paraId="645F8C3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tattgtatac cttacaatag tgtaacttct tcaattgtca ttacttcagg tgatggcaca</w:t>
      </w:r>
    </w:p>
    <w:p w14:paraId="4093CF8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acaagtccta tttctgaaca tgactaccag attggtggtt atactgaaaa atgggaatct</w:t>
      </w:r>
    </w:p>
    <w:p w14:paraId="018C95C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ggagtaaaag actgtgttgt attacacagt tacttcactt cagactatta ccagctgtac</w:t>
      </w:r>
    </w:p>
    <w:p w14:paraId="095ACE2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tcaactcaat tgagtacaga cattggtgtt gaacatgtta ccttcttcat ctacaataaa</w:t>
      </w:r>
    </w:p>
    <w:p w14:paraId="7BA4A13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attgttgatg agcctgaaga acatgtccaa attcacacaa tcgacggttc atccggagtt</w:t>
      </w:r>
    </w:p>
    <w:p w14:paraId="75C98C8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gttaatccag taatggaacc aatttatgat gaaccgacga cgactactag cgtgcctttg</w:t>
      </w:r>
    </w:p>
    <w:p w14:paraId="50216C5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taagcacaag ctgatgagta cgaacttatg tactcattcg tttcggaaga gataggtacg</w:t>
      </w:r>
    </w:p>
    <w:p w14:paraId="2D470AB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ttaatagtta atagcgtact tctttttctt gctttcgtgg tattcttgct agttacacta</w:t>
      </w:r>
    </w:p>
    <w:p w14:paraId="1973140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gccatcctta ctgcgcttcg attgtgtgcg tactgctgca atattgttaa cgtgagtctt</w:t>
      </w:r>
    </w:p>
    <w:p w14:paraId="6ED3381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gtaaaacctt ctttttacgt ttactctcgt gttaaaaatc tgaattcttc tagagttcct</w:t>
      </w:r>
    </w:p>
    <w:p w14:paraId="381AA58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gatcttctgg tctaaacgaa ctaaatatta tattagtttt tctgtttgga actttaattt</w:t>
      </w:r>
    </w:p>
    <w:p w14:paraId="714C7B6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tagccatggc agattccaac ggtactatta ccgttgaaga gcttaaaaag ctccttgaag</w:t>
      </w:r>
    </w:p>
    <w:p w14:paraId="1E276FC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aatggaacct agtaataggt ttcctattcc ttacatggat ttgtcttcta caatttgcct</w:t>
      </w:r>
    </w:p>
    <w:p w14:paraId="69F79F8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atgccaacag gaataggttt ttgtatataa ttaagttaat tttcctctgg ctgttatggc</w:t>
      </w:r>
    </w:p>
    <w:p w14:paraId="5BAFB20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cagtaacttt aacttgtttt gtgcttgctg ctgtttacag aataaattgg atcaccggtg</w:t>
      </w:r>
    </w:p>
    <w:p w14:paraId="7E4E2C1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gaattgctat cgcaatggct tgtcttgtag gcttgatgtg gctcagctac ttcattgctt</w:t>
      </w:r>
    </w:p>
    <w:p w14:paraId="17FE0489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ctttcagact gtttgcgcgt acgcgttcca tgtggtcatt taatccagaa actaacattc</w:t>
      </w:r>
    </w:p>
    <w:p w14:paraId="0700CC9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ttctcaacgt gccactccat ggcactattc tgaccagacc gcttctagaa agtgaactcg</w:t>
      </w:r>
    </w:p>
    <w:p w14:paraId="44B6A2D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taatcggagc tgtgatcctt cgtggacatc ttcgtattgc tggacaccat ctaggacgct</w:t>
      </w:r>
    </w:p>
    <w:p w14:paraId="2D92CD7B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gtgacatcaa ggacctgcct aaagaaatca ctgttgctac atcacgaacg ctttcttatt</w:t>
      </w:r>
    </w:p>
    <w:p w14:paraId="73E1AF5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acaaattggg agcttcgcag cgtgtagcag gtgactcagg ttttgctgca tacagtcgct</w:t>
      </w:r>
    </w:p>
    <w:p w14:paraId="340F82C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acaggattgg caactataaa ttaaacacag accattccag tagcagtgac aatattgctt</w:t>
      </w:r>
    </w:p>
    <w:p w14:paraId="5218E9B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tgcttgtaca gtaagtgaca acagatgttt catctcgttg actttcaggt tactatagca</w:t>
      </w:r>
    </w:p>
    <w:p w14:paraId="20CB71D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gagatattac taattattat gcggactttt aaagtttcca tttggaatct tgattacatc</w:t>
      </w:r>
    </w:p>
    <w:p w14:paraId="37DA325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ataaacctca taattaaaaa tttatctaag tcactaactg agaataaata ttctcaatta</w:t>
      </w:r>
    </w:p>
    <w:p w14:paraId="48C953F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gatgaagagc aaccaatgga gattctctaa acgaacatga aaattattct tttcttggca</w:t>
      </w:r>
    </w:p>
    <w:p w14:paraId="6EA8402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ctgataacac tcgctacttg tgagctttat cactaccaag agtgtgttag aggtacaaca</w:t>
      </w:r>
    </w:p>
    <w:p w14:paraId="47B285F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gtacttttaa aagaaccttg ctcttctgga acatacgagg gcaattcacc atttcatcct</w:t>
      </w:r>
    </w:p>
    <w:p w14:paraId="26CB292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ctagctgata acaaatttgc actgacttgc tttagcactc aatttgcttt tgcttgtcct</w:t>
      </w:r>
    </w:p>
    <w:p w14:paraId="5AF5B83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gacggcgtaa aacacgtcta tcagttacgt gccagatcag tttcacctaa actgttcatc</w:t>
      </w:r>
    </w:p>
    <w:p w14:paraId="1FAA19E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agacaagagg aagttcaaga actttactct ccaatttttc ttattgttgc ggcaatagtg</w:t>
      </w:r>
    </w:p>
    <w:p w14:paraId="5BAFDA8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tttataacac tttgcttcac actcaaaaga aagacagaat gattgaactt tcattaattg</w:t>
      </w:r>
    </w:p>
    <w:p w14:paraId="045E53D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acttctattt gtgcttttta gcctttctgt tattccttgt tttaattatg cttattatct</w:t>
      </w:r>
    </w:p>
    <w:p w14:paraId="31C2414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tttggttctc acttgaactg caagatcata atgaaacttg tcacgcctaa acgaacatga</w:t>
      </w:r>
    </w:p>
    <w:p w14:paraId="0450390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aatttcttgt tttcttagga atcatcacaa ctgtagctgc atttcaccaa gaatgtagtt</w:t>
      </w:r>
    </w:p>
    <w:p w14:paraId="14A7DC3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tacagtcatg tactcaacat caaccatatg tagttgatga cccgtgtcct attcacttct</w:t>
      </w:r>
    </w:p>
    <w:p w14:paraId="06B8FA3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attctaaatg gtatattaga gtaggagcta gaaaatcagc acctttaatt gaattgtgcg</w:t>
      </w:r>
    </w:p>
    <w:p w14:paraId="0162B7B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tggatgaggc tggttctaaa tcacccattc agtacatcga tatcggtaat tatacagttt</w:t>
      </w:r>
    </w:p>
    <w:p w14:paraId="432F9F4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cctgtttacc ttttacaatt aattgccagg aacctaaatt gggtagtctt gtagtgcgtt</w:t>
      </w:r>
    </w:p>
    <w:p w14:paraId="14FD796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gttcgttcta tgaagacttt ttagagtatc atgacgttcg tgttgtttta gatttcatct</w:t>
      </w:r>
    </w:p>
    <w:p w14:paraId="5B271BD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aaacgaacaa acttaaatgt ctgataatgg accccaaaat cagcgaaatg cactccgcat</w:t>
      </w:r>
    </w:p>
    <w:p w14:paraId="0664D703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tacgtttggt ggaccctcag attcaactgg cagtaaccag aatggtgggg cgcgatcaaa</w:t>
      </w:r>
    </w:p>
    <w:p w14:paraId="65994CE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acaacgtcgg ccccaaggtt tacccaataa tactgcgtct tggttcaccg ctctcactca</w:t>
      </w:r>
    </w:p>
    <w:p w14:paraId="452735D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acatggcaag gaagacctta aattccctcg aggacaaggc gttccaatta acaccaatag</w:t>
      </w:r>
    </w:p>
    <w:p w14:paraId="0C488A3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cagtccagat gaccaaattg gctactaccg aagagctacc agacgaattc gtggtggtga</w:t>
      </w:r>
    </w:p>
    <w:p w14:paraId="55EB1A0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cggtaaaatg aaagatctca gtccaagatg gtatttctac tacctaggaa ctgggccaga</w:t>
      </w:r>
    </w:p>
    <w:p w14:paraId="375335C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agctggactt ccctatggtg ctaacaaaga cggcatcata tgggttgcaa ctgagggagc</w:t>
      </w:r>
    </w:p>
    <w:p w14:paraId="0E439B1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cttgaataca ccaaaagatc acattggcac ccgcaatcct gctaacaatg ctgcaatcgt</w:t>
      </w:r>
    </w:p>
    <w:p w14:paraId="52A296B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gctacaactt cctcaaggaa caacattgcc aaaaggcttc tacgcagaag ggagcagagg</w:t>
      </w:r>
    </w:p>
    <w:p w14:paraId="427D4CB0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cggcagtcaa gcctcttctc gttcctcatc acgtagtcgc aacagttcaa gaaattcaac</w:t>
      </w:r>
    </w:p>
    <w:p w14:paraId="5BF3E41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tccaggcagc agtaaacgaa cttctcctgc tagaatggct ggcaatggcg gtgatgctgc</w:t>
      </w:r>
    </w:p>
    <w:p w14:paraId="36820C44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tcttgctttg ctgctgcttg acagattgaa ccagcttgag agcaaaatgt ctggtaaagg</w:t>
      </w:r>
    </w:p>
    <w:p w14:paraId="361D523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ccaacaacaa caaggccaaa ctgtcactaa gaaatctgct gctgaggctt ctaagaagcc</w:t>
      </w:r>
    </w:p>
    <w:p w14:paraId="1DE8B738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tcggcaaaaa cgtactgcca ctaaagcata caatgtaaca caagctttcg gcagacgtgg</w:t>
      </w:r>
    </w:p>
    <w:p w14:paraId="03C996A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tccagaacaa acccaaggaa attttgggga ccaggaacta atcagacaag gaactgatta</w:t>
      </w:r>
    </w:p>
    <w:p w14:paraId="67A4ED5D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caaacattgg ccgcaaattg cacaatttgc ccccagcgct tcagcgttct tcggaatgtc</w:t>
      </w:r>
    </w:p>
    <w:p w14:paraId="3D32F62E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gcgcattggc atggaagtca caccttcggg aacgtggttg acctacacag gtgccatcaa</w:t>
      </w:r>
    </w:p>
    <w:p w14:paraId="671B240A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attggatgac aaagatccaa atttcaaaga tcaagtcatt ttgctgaata agcatattga</w:t>
      </w:r>
    </w:p>
    <w:p w14:paraId="174291F7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cgcatacaaa acattcccac caacagagcc taaaaaggac aaaaagaaga aggctgatga</w:t>
      </w:r>
    </w:p>
    <w:p w14:paraId="6FE66DA5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aactcaagcc ttaccgcaga gacagaagaa acagcaaact gtgactcttc ttcctgctgc</w:t>
      </w:r>
    </w:p>
    <w:p w14:paraId="760946A1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agatttggat gatttctcca aacaattgca acaatccatg agccgtgctg actcaactca</w:t>
      </w:r>
    </w:p>
    <w:p w14:paraId="5CE779B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ggcctaaact catgcagacc acacaaggca gatgggctat ataaacgttt tcgcttttcc</w:t>
      </w:r>
    </w:p>
    <w:p w14:paraId="37351242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gtttacgata tatagtctac tcttgtgcag aatgaattct cgtaactaca tagcacaagt</w:t>
      </w:r>
    </w:p>
    <w:p w14:paraId="0A0A515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agatgtagtt aactttaatc tcacatagca atctttaatc agtgtgtaac attagggagg</w:t>
      </w:r>
    </w:p>
    <w:p w14:paraId="48DEFE2C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acttgaaaga gccaccacat tttcacctac agtgaacaat gctagggaga gctgcctata</w:t>
      </w:r>
    </w:p>
    <w:p w14:paraId="2DC9C516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tggaagagcc ctaatgtgta aaattaa</w:t>
      </w:r>
    </w:p>
    <w:p w14:paraId="309AB46F" w14:textId="77777777" w:rsidR="00B851FA" w:rsidRPr="00B851FA" w:rsidRDefault="00B851FA" w:rsidP="00B851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851F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9E1ABB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1F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851FA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B834A"/>
  <w15:chartTrackingRefBased/>
  <w15:docId w15:val="{88D54E62-9252-0E41-BF76-B9BB2143A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12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24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63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11058</Words>
  <Characters>63033</Characters>
  <Application>Microsoft Office Word</Application>
  <DocSecurity>0</DocSecurity>
  <Lines>525</Lines>
  <Paragraphs>147</Paragraphs>
  <ScaleCrop>false</ScaleCrop>
  <Company/>
  <LinksUpToDate>false</LinksUpToDate>
  <CharactersWithSpaces>73944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2023-02-01T04:12:00Z</dcterms:created>
  <dcterms:modified xsi:type="dcterms:W3CDTF">2023-02-01T04:13:00Z</dcterms:modified>
</cp:coreProperties>
</file>